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DBC" w:rsidRPr="008A7FB9" w:rsidRDefault="00540DBC" w:rsidP="00F057D4">
      <w:pPr>
        <w:tabs>
          <w:tab w:val="left" w:pos="4678"/>
          <w:tab w:val="left" w:pos="9653"/>
        </w:tabs>
        <w:spacing w:line="235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Приложение 8</w:t>
      </w:r>
    </w:p>
    <w:p w:rsidR="00540DBC" w:rsidRPr="00F057D4" w:rsidRDefault="00540DBC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F057D4">
        <w:rPr>
          <w:rFonts w:ascii="Times New Roman" w:hAnsi="Times New Roman" w:cs="Times New Roman"/>
          <w:sz w:val="28"/>
          <w:szCs w:val="28"/>
        </w:rPr>
        <w:t>к решению Совета Школьненского сельского поселения Белореченского района</w:t>
      </w:r>
    </w:p>
    <w:p w:rsidR="00540DBC" w:rsidRDefault="00540DBC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F057D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F057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</w:t>
      </w:r>
      <w:r w:rsidRPr="00F057D4">
        <w:rPr>
          <w:rFonts w:ascii="Times New Roman" w:hAnsi="Times New Roman" w:cs="Times New Roman"/>
          <w:sz w:val="28"/>
          <w:szCs w:val="28"/>
        </w:rPr>
        <w:t>бря 2014 г. №</w:t>
      </w:r>
      <w:r>
        <w:rPr>
          <w:rFonts w:ascii="Times New Roman" w:hAnsi="Times New Roman" w:cs="Times New Roman"/>
          <w:sz w:val="28"/>
          <w:szCs w:val="28"/>
        </w:rPr>
        <w:t xml:space="preserve"> 25</w:t>
      </w:r>
    </w:p>
    <w:p w:rsidR="00540DBC" w:rsidRDefault="00540DBC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540DBC" w:rsidRDefault="00540DBC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540DBC" w:rsidRPr="00F057D4" w:rsidRDefault="00540DBC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540DBC" w:rsidRPr="00FD0CD3" w:rsidRDefault="00540DBC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</w:t>
      </w:r>
    </w:p>
    <w:p w:rsidR="00540DBC" w:rsidRPr="00FD0CD3" w:rsidRDefault="00540DBC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бюджетных инвестиций в объекты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Школьненского сельского поселения Белореченского района 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>по объектам в 201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540DBC" w:rsidRPr="009105B9" w:rsidRDefault="00540DBC" w:rsidP="00EE057C">
      <w:pPr>
        <w:spacing w:line="235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DBC" w:rsidRDefault="00540DBC" w:rsidP="00EE057C">
      <w:pPr>
        <w:spacing w:line="23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7F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руб. коп.</w:t>
      </w:r>
      <w:r w:rsidRPr="008A7FB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540DBC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DBC" w:rsidRPr="001435FF" w:rsidRDefault="00540DBC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bookmarkStart w:id="0" w:name="_GoBack"/>
            <w:bookmarkEnd w:id="0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№ п/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DBC" w:rsidRPr="008D66B7" w:rsidRDefault="00540DBC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40DBC" w:rsidRPr="001435FF" w:rsidRDefault="00540DBC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540DBC" w:rsidRPr="001435FF" w:rsidRDefault="00540DBC" w:rsidP="00EE057C">
      <w:pPr>
        <w:spacing w:line="235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540DBC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DBC" w:rsidRPr="001435FF" w:rsidRDefault="00540DBC" w:rsidP="007A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DBC" w:rsidRPr="001435FF" w:rsidRDefault="00540DBC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DBC" w:rsidRPr="001435FF" w:rsidRDefault="00540DBC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40DBC" w:rsidRPr="001435FF">
        <w:trPr>
          <w:trHeight w:val="113"/>
        </w:trPr>
        <w:tc>
          <w:tcPr>
            <w:tcW w:w="561" w:type="dxa"/>
            <w:vMerge w:val="restart"/>
            <w:tcBorders>
              <w:top w:val="single" w:sz="4" w:space="0" w:color="auto"/>
            </w:tcBorders>
          </w:tcPr>
          <w:p w:rsidR="00540DBC" w:rsidRPr="001435FF" w:rsidRDefault="00540DBC" w:rsidP="00EE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</w:tcBorders>
          </w:tcPr>
          <w:p w:rsidR="00540DBC" w:rsidRPr="009C2D45" w:rsidRDefault="00540DBC" w:rsidP="00EE057C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Газоснабжение с. Леонтьевского, х. Привольного и х. Новоселовского Белореченского района 1-я очередь строительства 2-й этап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540DBC" w:rsidRPr="00690313" w:rsidRDefault="00540DBC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DBC" w:rsidRPr="001435FF">
        <w:trPr>
          <w:trHeight w:val="113"/>
        </w:trPr>
        <w:tc>
          <w:tcPr>
            <w:tcW w:w="561" w:type="dxa"/>
            <w:vMerge/>
          </w:tcPr>
          <w:p w:rsidR="00540DBC" w:rsidRPr="001435FF" w:rsidRDefault="00540DBC" w:rsidP="00EE057C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540DBC" w:rsidRPr="001435FF" w:rsidRDefault="00540DBC" w:rsidP="007A74B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540DBC" w:rsidRPr="001569FE" w:rsidRDefault="00540DBC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914 000.00</w:t>
            </w:r>
          </w:p>
        </w:tc>
      </w:tr>
      <w:tr w:rsidR="00540DBC" w:rsidRPr="00A755D8">
        <w:trPr>
          <w:trHeight w:val="113"/>
        </w:trPr>
        <w:tc>
          <w:tcPr>
            <w:tcW w:w="561" w:type="dxa"/>
          </w:tcPr>
          <w:p w:rsidR="00540DBC" w:rsidRPr="00A755D8" w:rsidRDefault="00540DBC" w:rsidP="007A74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540DBC" w:rsidRPr="00A755D8" w:rsidRDefault="00540DBC" w:rsidP="007A74BD">
            <w:pPr>
              <w:spacing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540DBC" w:rsidRPr="00A755D8" w:rsidRDefault="00540DBC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40DBC" w:rsidRPr="00EE057C">
        <w:trPr>
          <w:trHeight w:val="113"/>
        </w:trPr>
        <w:tc>
          <w:tcPr>
            <w:tcW w:w="6961" w:type="dxa"/>
            <w:gridSpan w:val="2"/>
          </w:tcPr>
          <w:p w:rsidR="00540DBC" w:rsidRPr="00EE057C" w:rsidRDefault="00540DBC" w:rsidP="00EE05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540DBC" w:rsidRDefault="00540DBC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914 000.00</w:t>
            </w:r>
          </w:p>
        </w:tc>
      </w:tr>
    </w:tbl>
    <w:p w:rsidR="00540DBC" w:rsidRPr="00EE057C" w:rsidRDefault="00540DBC">
      <w:pPr>
        <w:rPr>
          <w:rFonts w:ascii="Times New Roman" w:hAnsi="Times New Roman" w:cs="Times New Roman"/>
          <w:sz w:val="28"/>
          <w:szCs w:val="28"/>
        </w:rPr>
      </w:pPr>
    </w:p>
    <w:p w:rsidR="00540DBC" w:rsidRPr="00EE057C" w:rsidRDefault="00540DBC">
      <w:pPr>
        <w:rPr>
          <w:rFonts w:ascii="Times New Roman" w:hAnsi="Times New Roman" w:cs="Times New Roman"/>
          <w:sz w:val="28"/>
          <w:szCs w:val="28"/>
        </w:rPr>
      </w:pPr>
    </w:p>
    <w:p w:rsidR="00540DBC" w:rsidRPr="00EE057C" w:rsidRDefault="00540DBC">
      <w:pPr>
        <w:rPr>
          <w:rFonts w:ascii="Times New Roman" w:hAnsi="Times New Roman" w:cs="Times New Roman"/>
          <w:sz w:val="28"/>
          <w:szCs w:val="28"/>
        </w:rPr>
      </w:pPr>
    </w:p>
    <w:p w:rsidR="00540DBC" w:rsidRPr="00EE057C" w:rsidRDefault="00540DBC" w:rsidP="00EE057C">
      <w:pPr>
        <w:autoSpaceDE w:val="0"/>
        <w:autoSpaceDN w:val="0"/>
        <w:adjustRightInd w:val="0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Леник Е.В.</w:t>
      </w:r>
    </w:p>
    <w:p w:rsidR="00540DBC" w:rsidRDefault="00540DBC"/>
    <w:sectPr w:rsidR="00540DBC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4A14"/>
    <w:rsid w:val="00044597"/>
    <w:rsid w:val="000507A5"/>
    <w:rsid w:val="0006336F"/>
    <w:rsid w:val="00066BF0"/>
    <w:rsid w:val="00071AF3"/>
    <w:rsid w:val="00075E23"/>
    <w:rsid w:val="0008183A"/>
    <w:rsid w:val="00084851"/>
    <w:rsid w:val="0008665A"/>
    <w:rsid w:val="000879F2"/>
    <w:rsid w:val="0009371E"/>
    <w:rsid w:val="00093B5F"/>
    <w:rsid w:val="000A2D3E"/>
    <w:rsid w:val="000A7DE6"/>
    <w:rsid w:val="000A7FF6"/>
    <w:rsid w:val="000C1CA2"/>
    <w:rsid w:val="000D37AE"/>
    <w:rsid w:val="000D4A4B"/>
    <w:rsid w:val="000E1B22"/>
    <w:rsid w:val="000E3796"/>
    <w:rsid w:val="000E4A41"/>
    <w:rsid w:val="000F2596"/>
    <w:rsid w:val="001018D1"/>
    <w:rsid w:val="0010300F"/>
    <w:rsid w:val="0011250D"/>
    <w:rsid w:val="00113F65"/>
    <w:rsid w:val="00126286"/>
    <w:rsid w:val="0012630C"/>
    <w:rsid w:val="001308C5"/>
    <w:rsid w:val="00131D89"/>
    <w:rsid w:val="0013640F"/>
    <w:rsid w:val="0013704F"/>
    <w:rsid w:val="00137D08"/>
    <w:rsid w:val="001435FF"/>
    <w:rsid w:val="00147079"/>
    <w:rsid w:val="0015580F"/>
    <w:rsid w:val="001569FE"/>
    <w:rsid w:val="00162BBF"/>
    <w:rsid w:val="001667D8"/>
    <w:rsid w:val="00172EEA"/>
    <w:rsid w:val="00180471"/>
    <w:rsid w:val="00182931"/>
    <w:rsid w:val="0018630C"/>
    <w:rsid w:val="001924B2"/>
    <w:rsid w:val="00194E03"/>
    <w:rsid w:val="001A0A37"/>
    <w:rsid w:val="001A2DC7"/>
    <w:rsid w:val="001B0A71"/>
    <w:rsid w:val="001B6230"/>
    <w:rsid w:val="001E6153"/>
    <w:rsid w:val="001F3E57"/>
    <w:rsid w:val="00200072"/>
    <w:rsid w:val="00200A95"/>
    <w:rsid w:val="00201CAF"/>
    <w:rsid w:val="00217526"/>
    <w:rsid w:val="002257DA"/>
    <w:rsid w:val="00230141"/>
    <w:rsid w:val="0023060E"/>
    <w:rsid w:val="00230B9E"/>
    <w:rsid w:val="00242D51"/>
    <w:rsid w:val="0024665A"/>
    <w:rsid w:val="0025064B"/>
    <w:rsid w:val="002543EB"/>
    <w:rsid w:val="00254FFE"/>
    <w:rsid w:val="00255D0D"/>
    <w:rsid w:val="002610C6"/>
    <w:rsid w:val="0026213B"/>
    <w:rsid w:val="002657B0"/>
    <w:rsid w:val="00267E82"/>
    <w:rsid w:val="00273C4C"/>
    <w:rsid w:val="00273F85"/>
    <w:rsid w:val="002925A6"/>
    <w:rsid w:val="002A24DB"/>
    <w:rsid w:val="002B002E"/>
    <w:rsid w:val="002C18E0"/>
    <w:rsid w:val="002C6A51"/>
    <w:rsid w:val="002C70AF"/>
    <w:rsid w:val="002D0E79"/>
    <w:rsid w:val="002D153D"/>
    <w:rsid w:val="002D1B30"/>
    <w:rsid w:val="002D22ED"/>
    <w:rsid w:val="002E042E"/>
    <w:rsid w:val="002E1037"/>
    <w:rsid w:val="002E35EC"/>
    <w:rsid w:val="002E6D78"/>
    <w:rsid w:val="002F6678"/>
    <w:rsid w:val="00302DE0"/>
    <w:rsid w:val="00311073"/>
    <w:rsid w:val="00315B9E"/>
    <w:rsid w:val="003166A3"/>
    <w:rsid w:val="0031774C"/>
    <w:rsid w:val="00326635"/>
    <w:rsid w:val="00341651"/>
    <w:rsid w:val="00351E83"/>
    <w:rsid w:val="00352345"/>
    <w:rsid w:val="0035290E"/>
    <w:rsid w:val="00352943"/>
    <w:rsid w:val="00360B01"/>
    <w:rsid w:val="0036361C"/>
    <w:rsid w:val="0036444E"/>
    <w:rsid w:val="00370EC7"/>
    <w:rsid w:val="003753DB"/>
    <w:rsid w:val="003960F0"/>
    <w:rsid w:val="003A21F2"/>
    <w:rsid w:val="003A5A02"/>
    <w:rsid w:val="003B1B07"/>
    <w:rsid w:val="003B6B6B"/>
    <w:rsid w:val="003B6E15"/>
    <w:rsid w:val="003C0FAA"/>
    <w:rsid w:val="003D66F0"/>
    <w:rsid w:val="003E756E"/>
    <w:rsid w:val="003F5AFA"/>
    <w:rsid w:val="00410D55"/>
    <w:rsid w:val="004147DE"/>
    <w:rsid w:val="00416CA1"/>
    <w:rsid w:val="0042235E"/>
    <w:rsid w:val="00424908"/>
    <w:rsid w:val="0043669E"/>
    <w:rsid w:val="004414A4"/>
    <w:rsid w:val="00465F51"/>
    <w:rsid w:val="00481FE7"/>
    <w:rsid w:val="00483ECB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4A0C"/>
    <w:rsid w:val="00514F9E"/>
    <w:rsid w:val="005152C0"/>
    <w:rsid w:val="00527086"/>
    <w:rsid w:val="00536699"/>
    <w:rsid w:val="00540DBC"/>
    <w:rsid w:val="005449B3"/>
    <w:rsid w:val="00556C86"/>
    <w:rsid w:val="00560F9F"/>
    <w:rsid w:val="005648D0"/>
    <w:rsid w:val="0056513E"/>
    <w:rsid w:val="005742E0"/>
    <w:rsid w:val="00574C5A"/>
    <w:rsid w:val="00585DD4"/>
    <w:rsid w:val="00590C67"/>
    <w:rsid w:val="00593C06"/>
    <w:rsid w:val="005A65AF"/>
    <w:rsid w:val="005A7B17"/>
    <w:rsid w:val="005B4EA7"/>
    <w:rsid w:val="005C04B8"/>
    <w:rsid w:val="005D4E3D"/>
    <w:rsid w:val="005D7372"/>
    <w:rsid w:val="005D7B78"/>
    <w:rsid w:val="005E5FB6"/>
    <w:rsid w:val="005F0C7F"/>
    <w:rsid w:val="005F1BDC"/>
    <w:rsid w:val="005F284C"/>
    <w:rsid w:val="005F2E2A"/>
    <w:rsid w:val="005F5E87"/>
    <w:rsid w:val="005F6996"/>
    <w:rsid w:val="00607AEA"/>
    <w:rsid w:val="0062109C"/>
    <w:rsid w:val="0062670C"/>
    <w:rsid w:val="006333B8"/>
    <w:rsid w:val="006375B7"/>
    <w:rsid w:val="0065235D"/>
    <w:rsid w:val="00653EA4"/>
    <w:rsid w:val="00656BDF"/>
    <w:rsid w:val="006638FB"/>
    <w:rsid w:val="00670F51"/>
    <w:rsid w:val="00673836"/>
    <w:rsid w:val="00677633"/>
    <w:rsid w:val="006872B5"/>
    <w:rsid w:val="00690313"/>
    <w:rsid w:val="00690DD8"/>
    <w:rsid w:val="0069643B"/>
    <w:rsid w:val="006979B2"/>
    <w:rsid w:val="006B3B43"/>
    <w:rsid w:val="006C1FFB"/>
    <w:rsid w:val="006C25C5"/>
    <w:rsid w:val="006D35B6"/>
    <w:rsid w:val="006E7535"/>
    <w:rsid w:val="006F1E13"/>
    <w:rsid w:val="006F4286"/>
    <w:rsid w:val="00700360"/>
    <w:rsid w:val="00705272"/>
    <w:rsid w:val="007056DB"/>
    <w:rsid w:val="0070788F"/>
    <w:rsid w:val="00712666"/>
    <w:rsid w:val="00716FAD"/>
    <w:rsid w:val="00722CF6"/>
    <w:rsid w:val="007309ED"/>
    <w:rsid w:val="00736018"/>
    <w:rsid w:val="00740DD1"/>
    <w:rsid w:val="00747137"/>
    <w:rsid w:val="0075219E"/>
    <w:rsid w:val="00753913"/>
    <w:rsid w:val="007548DF"/>
    <w:rsid w:val="00754909"/>
    <w:rsid w:val="00780E7F"/>
    <w:rsid w:val="007846B9"/>
    <w:rsid w:val="0078718A"/>
    <w:rsid w:val="00793E7C"/>
    <w:rsid w:val="007A555F"/>
    <w:rsid w:val="007A74BD"/>
    <w:rsid w:val="007A7F32"/>
    <w:rsid w:val="007B24A3"/>
    <w:rsid w:val="007B2A1C"/>
    <w:rsid w:val="007C5246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7BA1"/>
    <w:rsid w:val="008A7FB9"/>
    <w:rsid w:val="008B0254"/>
    <w:rsid w:val="008B5548"/>
    <w:rsid w:val="008C1A22"/>
    <w:rsid w:val="008C44C2"/>
    <w:rsid w:val="008C69E8"/>
    <w:rsid w:val="008C78EA"/>
    <w:rsid w:val="008D5849"/>
    <w:rsid w:val="008D66B7"/>
    <w:rsid w:val="008E0D80"/>
    <w:rsid w:val="008E5BC8"/>
    <w:rsid w:val="008F05C1"/>
    <w:rsid w:val="008F651E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DCE"/>
    <w:rsid w:val="00973D94"/>
    <w:rsid w:val="009759D6"/>
    <w:rsid w:val="0097662E"/>
    <w:rsid w:val="00996FF1"/>
    <w:rsid w:val="009B075F"/>
    <w:rsid w:val="009B5BC5"/>
    <w:rsid w:val="009C2D45"/>
    <w:rsid w:val="009C4723"/>
    <w:rsid w:val="009C5FC0"/>
    <w:rsid w:val="009E40A6"/>
    <w:rsid w:val="009E4B74"/>
    <w:rsid w:val="009E539C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1A81"/>
    <w:rsid w:val="00A63A2F"/>
    <w:rsid w:val="00A755D8"/>
    <w:rsid w:val="00A82552"/>
    <w:rsid w:val="00A831E4"/>
    <w:rsid w:val="00A92B42"/>
    <w:rsid w:val="00AA5E4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066F2"/>
    <w:rsid w:val="00B108CC"/>
    <w:rsid w:val="00B13D76"/>
    <w:rsid w:val="00B17769"/>
    <w:rsid w:val="00B2374C"/>
    <w:rsid w:val="00B25C23"/>
    <w:rsid w:val="00B41947"/>
    <w:rsid w:val="00B4400F"/>
    <w:rsid w:val="00B504DD"/>
    <w:rsid w:val="00B51A2C"/>
    <w:rsid w:val="00B557B0"/>
    <w:rsid w:val="00B6189F"/>
    <w:rsid w:val="00B632B5"/>
    <w:rsid w:val="00B64EBD"/>
    <w:rsid w:val="00B66C46"/>
    <w:rsid w:val="00B928DD"/>
    <w:rsid w:val="00B92F48"/>
    <w:rsid w:val="00B94A97"/>
    <w:rsid w:val="00B969A5"/>
    <w:rsid w:val="00BA15B1"/>
    <w:rsid w:val="00BA2D6E"/>
    <w:rsid w:val="00BA5538"/>
    <w:rsid w:val="00BB5BBB"/>
    <w:rsid w:val="00BC17F8"/>
    <w:rsid w:val="00BD0BCE"/>
    <w:rsid w:val="00BD3ADB"/>
    <w:rsid w:val="00BD3B95"/>
    <w:rsid w:val="00BE10B8"/>
    <w:rsid w:val="00BE6CEB"/>
    <w:rsid w:val="00C16F98"/>
    <w:rsid w:val="00C20397"/>
    <w:rsid w:val="00C208FF"/>
    <w:rsid w:val="00C24B9A"/>
    <w:rsid w:val="00C24E75"/>
    <w:rsid w:val="00C26560"/>
    <w:rsid w:val="00C35B33"/>
    <w:rsid w:val="00C405A8"/>
    <w:rsid w:val="00C4313B"/>
    <w:rsid w:val="00C44B40"/>
    <w:rsid w:val="00C56AF9"/>
    <w:rsid w:val="00C63C9A"/>
    <w:rsid w:val="00C663A2"/>
    <w:rsid w:val="00C70E00"/>
    <w:rsid w:val="00C831BF"/>
    <w:rsid w:val="00C83E9B"/>
    <w:rsid w:val="00C93E0C"/>
    <w:rsid w:val="00CB10FB"/>
    <w:rsid w:val="00CB658F"/>
    <w:rsid w:val="00CB7428"/>
    <w:rsid w:val="00CC55CF"/>
    <w:rsid w:val="00CC75AC"/>
    <w:rsid w:val="00CE0447"/>
    <w:rsid w:val="00CE141D"/>
    <w:rsid w:val="00CF6026"/>
    <w:rsid w:val="00CF6B57"/>
    <w:rsid w:val="00CF764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357"/>
    <w:rsid w:val="00D558D5"/>
    <w:rsid w:val="00D679EA"/>
    <w:rsid w:val="00D7163D"/>
    <w:rsid w:val="00D7341E"/>
    <w:rsid w:val="00D836A6"/>
    <w:rsid w:val="00D95820"/>
    <w:rsid w:val="00DB0DE5"/>
    <w:rsid w:val="00DB7DD6"/>
    <w:rsid w:val="00DC08DE"/>
    <w:rsid w:val="00DD1C14"/>
    <w:rsid w:val="00DD7EF8"/>
    <w:rsid w:val="00DE52DD"/>
    <w:rsid w:val="00DF068A"/>
    <w:rsid w:val="00DF1B2E"/>
    <w:rsid w:val="00E001ED"/>
    <w:rsid w:val="00E04D5F"/>
    <w:rsid w:val="00E17C61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A1022"/>
    <w:rsid w:val="00EC03AA"/>
    <w:rsid w:val="00EC1589"/>
    <w:rsid w:val="00EC309A"/>
    <w:rsid w:val="00EC6875"/>
    <w:rsid w:val="00ED42B1"/>
    <w:rsid w:val="00ED62B7"/>
    <w:rsid w:val="00EE057C"/>
    <w:rsid w:val="00EE13E2"/>
    <w:rsid w:val="00EE6BFE"/>
    <w:rsid w:val="00EE7B2F"/>
    <w:rsid w:val="00EF6D57"/>
    <w:rsid w:val="00F057D4"/>
    <w:rsid w:val="00F0786D"/>
    <w:rsid w:val="00F13383"/>
    <w:rsid w:val="00F136C0"/>
    <w:rsid w:val="00F167C1"/>
    <w:rsid w:val="00F33D64"/>
    <w:rsid w:val="00F355DC"/>
    <w:rsid w:val="00F35C33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57C"/>
    <w:pPr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</Pages>
  <Words>104</Words>
  <Characters>595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Бородина М.В.</dc:creator>
  <cp:keywords/>
  <dc:description/>
  <cp:lastModifiedBy>User1</cp:lastModifiedBy>
  <cp:revision>9</cp:revision>
  <cp:lastPrinted>2015-10-16T07:08:00Z</cp:lastPrinted>
  <dcterms:created xsi:type="dcterms:W3CDTF">2014-11-11T11:46:00Z</dcterms:created>
  <dcterms:modified xsi:type="dcterms:W3CDTF">2015-10-16T07:08:00Z</dcterms:modified>
</cp:coreProperties>
</file>